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E3B436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A962AA" w:rsidRPr="00DA61ED">
        <w:rPr>
          <w:rFonts w:ascii="Verdana" w:hAnsi="Verdana"/>
          <w:b/>
        </w:rPr>
        <w:t>„</w:t>
      </w:r>
      <w:bookmarkEnd w:id="1"/>
      <w:r w:rsidR="00A962AA" w:rsidRPr="00DA61ED">
        <w:rPr>
          <w:rFonts w:ascii="Verdana" w:hAnsi="Verdana"/>
          <w:b/>
        </w:rPr>
        <w:t xml:space="preserve">Pásové rypadlo“ </w:t>
      </w:r>
      <w:r w:rsidR="00A962AA" w:rsidRPr="00DA61ED">
        <w:rPr>
          <w:rFonts w:ascii="Verdana" w:hAnsi="Verdana"/>
        </w:rPr>
        <w:t>č.j. 31622/2024-SŽ-OŘ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962A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962A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962A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01B3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62AA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0078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2007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2024-08-01T12:30:00Z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